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4B8" w:rsidRDefault="00B234B8" w:rsidP="00A54109">
      <w:pPr>
        <w:keepLines/>
        <w:spacing w:line="480" w:lineRule="exact"/>
        <w:rPr>
          <w:rFonts w:ascii="宋体"/>
          <w:sz w:val="28"/>
        </w:rPr>
      </w:pPr>
      <w:r>
        <w:rPr>
          <w:rFonts w:ascii="宋体" w:hAnsi="宋体" w:hint="eastAsia"/>
          <w:sz w:val="28"/>
        </w:rPr>
        <w:t>附件</w:t>
      </w:r>
      <w:r>
        <w:rPr>
          <w:rFonts w:ascii="宋体" w:hAnsi="宋体"/>
          <w:sz w:val="28"/>
        </w:rPr>
        <w:t>5</w:t>
      </w:r>
    </w:p>
    <w:p w:rsidR="00B234B8" w:rsidRDefault="00B234B8" w:rsidP="00A54109">
      <w:pPr>
        <w:keepLines/>
        <w:spacing w:line="480" w:lineRule="exact"/>
        <w:jc w:val="center"/>
        <w:rPr>
          <w:rFonts w:ascii="宋体"/>
        </w:rPr>
      </w:pPr>
    </w:p>
    <w:p w:rsidR="00B234B8" w:rsidRPr="00CD782C" w:rsidRDefault="00B234B8" w:rsidP="00A54109">
      <w:pPr>
        <w:keepLines/>
        <w:spacing w:line="480" w:lineRule="exact"/>
        <w:jc w:val="center"/>
        <w:rPr>
          <w:rFonts w:ascii="宋体"/>
          <w:b/>
          <w:sz w:val="36"/>
          <w:szCs w:val="36"/>
        </w:rPr>
      </w:pPr>
      <w:r w:rsidRPr="00CD782C">
        <w:rPr>
          <w:rFonts w:ascii="宋体" w:hAnsi="宋体" w:hint="eastAsia"/>
          <w:b/>
          <w:sz w:val="36"/>
          <w:szCs w:val="36"/>
        </w:rPr>
        <w:t>上饶市人民医院部分</w:t>
      </w:r>
      <w:r w:rsidRPr="008F25E0">
        <w:rPr>
          <w:rFonts w:ascii="宋体" w:hAnsi="宋体" w:hint="eastAsia"/>
          <w:b/>
          <w:sz w:val="36"/>
          <w:szCs w:val="36"/>
        </w:rPr>
        <w:t>普通、腔镜类及腔镜类（小儿）器械</w:t>
      </w:r>
      <w:r w:rsidRPr="00CD782C">
        <w:rPr>
          <w:rFonts w:ascii="宋体" w:hAnsi="宋体" w:hint="eastAsia"/>
          <w:b/>
          <w:sz w:val="36"/>
          <w:szCs w:val="36"/>
        </w:rPr>
        <w:t>公开招标采购</w:t>
      </w:r>
    </w:p>
    <w:p w:rsidR="00B234B8" w:rsidRPr="00CD782C" w:rsidRDefault="00B234B8" w:rsidP="00A54109">
      <w:pPr>
        <w:keepLines/>
        <w:spacing w:line="480" w:lineRule="exact"/>
        <w:jc w:val="center"/>
        <w:rPr>
          <w:rFonts w:ascii="宋体"/>
          <w:b/>
          <w:sz w:val="36"/>
          <w:szCs w:val="36"/>
        </w:rPr>
      </w:pPr>
    </w:p>
    <w:p w:rsidR="00B234B8" w:rsidRPr="00CD782C" w:rsidRDefault="00B234B8" w:rsidP="00A54109">
      <w:pPr>
        <w:keepLines/>
        <w:tabs>
          <w:tab w:val="left" w:pos="1800"/>
        </w:tabs>
        <w:spacing w:line="480" w:lineRule="exact"/>
        <w:jc w:val="center"/>
        <w:rPr>
          <w:rFonts w:ascii="宋体"/>
          <w:b/>
          <w:sz w:val="36"/>
          <w:szCs w:val="36"/>
        </w:rPr>
      </w:pPr>
      <w:r w:rsidRPr="00CD782C">
        <w:rPr>
          <w:rFonts w:ascii="宋体" w:hAnsi="宋体" w:hint="eastAsia"/>
          <w:b/>
          <w:sz w:val="36"/>
          <w:szCs w:val="36"/>
        </w:rPr>
        <w:t>产品资质证明文件汇编册</w:t>
      </w:r>
    </w:p>
    <w:p w:rsidR="00B234B8" w:rsidRDefault="00B234B8" w:rsidP="00A54109">
      <w:pPr>
        <w:keepLines/>
        <w:spacing w:line="480" w:lineRule="exact"/>
        <w:jc w:val="center"/>
        <w:rPr>
          <w:rFonts w:ascii="宋体"/>
        </w:rPr>
      </w:pPr>
    </w:p>
    <w:p w:rsidR="00B234B8" w:rsidRDefault="00B234B8" w:rsidP="00A54109">
      <w:pPr>
        <w:keepLines/>
        <w:spacing w:line="480" w:lineRule="exact"/>
        <w:jc w:val="center"/>
        <w:rPr>
          <w:rFonts w:ascii="宋体"/>
        </w:rPr>
      </w:pPr>
    </w:p>
    <w:p w:rsidR="00B234B8" w:rsidRDefault="00B234B8" w:rsidP="00A54109">
      <w:pPr>
        <w:keepLines/>
        <w:spacing w:line="480" w:lineRule="exact"/>
        <w:jc w:val="center"/>
        <w:rPr>
          <w:rFonts w:ascii="宋体"/>
        </w:rPr>
      </w:pPr>
    </w:p>
    <w:p w:rsidR="00B234B8" w:rsidRPr="00801BEE" w:rsidRDefault="00B234B8" w:rsidP="00A54109">
      <w:pPr>
        <w:keepLines/>
        <w:spacing w:line="480" w:lineRule="exact"/>
        <w:rPr>
          <w:rFonts w:ascii="宋体"/>
          <w:b/>
          <w:sz w:val="32"/>
          <w:szCs w:val="32"/>
        </w:rPr>
      </w:pPr>
    </w:p>
    <w:p w:rsidR="00B234B8" w:rsidRDefault="00B234B8" w:rsidP="00A54109">
      <w:pPr>
        <w:keepLines/>
        <w:spacing w:line="480" w:lineRule="exact"/>
        <w:jc w:val="center"/>
        <w:rPr>
          <w:rFonts w:ascii="宋体"/>
        </w:rPr>
      </w:pPr>
    </w:p>
    <w:p w:rsidR="00B234B8" w:rsidRDefault="00B234B8" w:rsidP="00A54109">
      <w:pPr>
        <w:keepLines/>
        <w:spacing w:line="480" w:lineRule="exact"/>
        <w:jc w:val="center"/>
        <w:rPr>
          <w:rFonts w:ascii="宋体"/>
        </w:rPr>
      </w:pPr>
    </w:p>
    <w:p w:rsidR="00B234B8" w:rsidRDefault="00B234B8" w:rsidP="00A54109">
      <w:pPr>
        <w:keepLines/>
        <w:spacing w:line="480" w:lineRule="exact"/>
        <w:ind w:firstLine="2062"/>
        <w:rPr>
          <w:rFonts w:ascii="宋体"/>
          <w:b/>
        </w:rPr>
      </w:pPr>
    </w:p>
    <w:p w:rsidR="00B234B8" w:rsidRDefault="00B234B8" w:rsidP="00A54109">
      <w:pPr>
        <w:keepLines/>
        <w:spacing w:line="480" w:lineRule="exact"/>
        <w:ind w:firstLine="2062"/>
        <w:rPr>
          <w:rFonts w:ascii="宋体"/>
          <w:b/>
        </w:rPr>
      </w:pPr>
    </w:p>
    <w:p w:rsidR="00B234B8" w:rsidRDefault="00B234B8" w:rsidP="00A54109">
      <w:pPr>
        <w:keepLines/>
        <w:spacing w:line="480" w:lineRule="exact"/>
        <w:ind w:firstLine="2062"/>
        <w:rPr>
          <w:rFonts w:ascii="宋体"/>
          <w:b/>
        </w:rPr>
      </w:pPr>
    </w:p>
    <w:p w:rsidR="00B234B8" w:rsidRDefault="00B234B8" w:rsidP="00A54109">
      <w:pPr>
        <w:keepLines/>
        <w:spacing w:line="480" w:lineRule="exact"/>
        <w:ind w:leftChars="685" w:left="1438"/>
        <w:rPr>
          <w:rFonts w:ascii="宋体"/>
          <w:b/>
          <w:sz w:val="32"/>
        </w:rPr>
      </w:pPr>
      <w:r>
        <w:rPr>
          <w:rFonts w:ascii="宋体" w:hAnsi="宋体" w:hint="eastAsia"/>
          <w:b/>
          <w:sz w:val="32"/>
        </w:rPr>
        <w:t>投</w:t>
      </w:r>
      <w:r>
        <w:rPr>
          <w:rFonts w:ascii="宋体" w:hAnsi="宋体"/>
          <w:b/>
          <w:sz w:val="32"/>
        </w:rPr>
        <w:t xml:space="preserve">  </w:t>
      </w:r>
      <w:r>
        <w:rPr>
          <w:rFonts w:ascii="宋体" w:hAnsi="宋体" w:hint="eastAsia"/>
          <w:b/>
          <w:sz w:val="32"/>
        </w:rPr>
        <w:t>标</w:t>
      </w:r>
      <w:r>
        <w:rPr>
          <w:rFonts w:ascii="宋体" w:hAnsi="宋体"/>
          <w:b/>
          <w:sz w:val="32"/>
        </w:rPr>
        <w:t xml:space="preserve">  </w:t>
      </w:r>
      <w:r>
        <w:rPr>
          <w:rFonts w:ascii="宋体" w:hAnsi="宋体" w:hint="eastAsia"/>
          <w:b/>
          <w:sz w:val="32"/>
        </w:rPr>
        <w:t>人：</w:t>
      </w:r>
      <w:bookmarkStart w:id="0" w:name="OLE_LINK5"/>
      <w:r>
        <w:rPr>
          <w:rFonts w:ascii="宋体" w:hAnsi="宋体"/>
          <w:b/>
          <w:sz w:val="32"/>
        </w:rPr>
        <w:t>____________________________</w:t>
      </w:r>
    </w:p>
    <w:bookmarkEnd w:id="0"/>
    <w:p w:rsidR="00B234B8" w:rsidRDefault="00B234B8" w:rsidP="00A54109">
      <w:pPr>
        <w:keepLines/>
        <w:tabs>
          <w:tab w:val="left" w:pos="3975"/>
        </w:tabs>
        <w:spacing w:line="480" w:lineRule="exact"/>
        <w:ind w:leftChars="685" w:left="1438"/>
        <w:rPr>
          <w:rFonts w:ascii="宋体"/>
          <w:b/>
          <w:sz w:val="32"/>
        </w:rPr>
      </w:pPr>
      <w:r>
        <w:rPr>
          <w:rFonts w:ascii="宋体"/>
          <w:b/>
          <w:sz w:val="32"/>
        </w:rPr>
        <w:tab/>
      </w:r>
    </w:p>
    <w:p w:rsidR="00B234B8" w:rsidRDefault="00B234B8" w:rsidP="00A54109">
      <w:pPr>
        <w:keepLines/>
        <w:spacing w:line="480" w:lineRule="exact"/>
        <w:ind w:leftChars="685" w:left="1438"/>
        <w:rPr>
          <w:rFonts w:ascii="宋体"/>
        </w:rPr>
      </w:pPr>
    </w:p>
    <w:p w:rsidR="00B234B8" w:rsidRDefault="00B234B8" w:rsidP="00A54109">
      <w:pPr>
        <w:keepLines/>
        <w:spacing w:line="480" w:lineRule="exact"/>
        <w:jc w:val="center"/>
        <w:rPr>
          <w:rFonts w:ascii="宋体"/>
        </w:rPr>
      </w:pPr>
    </w:p>
    <w:p w:rsidR="00B234B8" w:rsidRDefault="00B234B8" w:rsidP="00A54109">
      <w:pPr>
        <w:keepLines/>
        <w:spacing w:line="480" w:lineRule="exact"/>
        <w:jc w:val="center"/>
        <w:rPr>
          <w:rFonts w:ascii="宋体"/>
        </w:rPr>
      </w:pPr>
    </w:p>
    <w:p w:rsidR="00B234B8" w:rsidRDefault="00B234B8" w:rsidP="00A54109">
      <w:pPr>
        <w:keepLines/>
        <w:spacing w:line="480" w:lineRule="exact"/>
        <w:jc w:val="center"/>
        <w:rPr>
          <w:rFonts w:ascii="宋体"/>
        </w:rPr>
      </w:pPr>
    </w:p>
    <w:p w:rsidR="00B234B8" w:rsidRDefault="00B234B8" w:rsidP="00A54109">
      <w:pPr>
        <w:keepLines/>
        <w:spacing w:line="480" w:lineRule="exact"/>
        <w:jc w:val="center"/>
        <w:rPr>
          <w:rFonts w:ascii="宋体"/>
        </w:rPr>
      </w:pPr>
    </w:p>
    <w:p w:rsidR="00B234B8" w:rsidRDefault="00B234B8" w:rsidP="00A54109">
      <w:pPr>
        <w:keepLines/>
        <w:spacing w:line="480" w:lineRule="exact"/>
        <w:jc w:val="center"/>
        <w:rPr>
          <w:rFonts w:ascii="宋体"/>
        </w:rPr>
      </w:pPr>
    </w:p>
    <w:p w:rsidR="00B234B8" w:rsidRDefault="00B234B8" w:rsidP="00A54109">
      <w:pPr>
        <w:keepLines/>
        <w:spacing w:line="480" w:lineRule="exact"/>
        <w:jc w:val="center"/>
        <w:rPr>
          <w:rFonts w:ascii="宋体"/>
        </w:rPr>
      </w:pPr>
    </w:p>
    <w:p w:rsidR="00B234B8" w:rsidRDefault="00B234B8" w:rsidP="00A54109">
      <w:pPr>
        <w:keepLines/>
        <w:spacing w:line="480" w:lineRule="exact"/>
        <w:jc w:val="center"/>
        <w:rPr>
          <w:rFonts w:ascii="宋体"/>
        </w:rPr>
      </w:pPr>
    </w:p>
    <w:p w:rsidR="00B234B8" w:rsidRDefault="00B234B8" w:rsidP="00A54109">
      <w:pPr>
        <w:tabs>
          <w:tab w:val="left" w:pos="1620"/>
        </w:tabs>
        <w:spacing w:line="480" w:lineRule="exact"/>
        <w:jc w:val="center"/>
        <w:rPr>
          <w:rFonts w:ascii="宋体"/>
          <w:sz w:val="24"/>
        </w:rPr>
      </w:pPr>
      <w:r>
        <w:rPr>
          <w:rFonts w:ascii="宋体" w:hAnsi="宋体" w:hint="eastAsia"/>
          <w:b/>
          <w:sz w:val="24"/>
        </w:rPr>
        <w:t>上饶市人民医院医学装备招标采购领导小组</w:t>
      </w:r>
    </w:p>
    <w:p w:rsidR="00B234B8" w:rsidRDefault="00B234B8" w:rsidP="00A54109">
      <w:pPr>
        <w:pStyle w:val="Date"/>
        <w:keepLines/>
        <w:ind w:leftChars="0" w:left="0"/>
        <w:jc w:val="center"/>
        <w:rPr>
          <w:rFonts w:ascii="宋体"/>
          <w:b/>
          <w:bCs/>
        </w:rPr>
      </w:pPr>
      <w:r>
        <w:rPr>
          <w:rFonts w:ascii="宋体" w:hAnsi="宋体"/>
        </w:rPr>
        <w:t>2018</w:t>
      </w:r>
      <w:r>
        <w:rPr>
          <w:rFonts w:ascii="宋体" w:hAnsi="宋体" w:hint="eastAsia"/>
          <w:b/>
          <w:bCs/>
        </w:rPr>
        <w:t>年</w:t>
      </w:r>
      <w:r w:rsidRPr="00F251C7">
        <w:rPr>
          <w:rFonts w:ascii="宋体" w:hAnsi="宋体"/>
          <w:b/>
          <w:bCs/>
          <w:color w:val="FF0000"/>
        </w:rPr>
        <w:t>4</w:t>
      </w:r>
      <w:r>
        <w:rPr>
          <w:rFonts w:ascii="宋体" w:hAnsi="宋体" w:hint="eastAsia"/>
          <w:b/>
          <w:bCs/>
        </w:rPr>
        <w:t>月</w:t>
      </w:r>
    </w:p>
    <w:p w:rsidR="00B234B8" w:rsidRPr="00547AAC" w:rsidRDefault="00B234B8" w:rsidP="00A54109"/>
    <w:p w:rsidR="00B234B8" w:rsidRDefault="00B234B8"/>
    <w:sectPr w:rsidR="00B234B8" w:rsidSect="00BD39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4B8" w:rsidRDefault="00B234B8" w:rsidP="00A54109">
      <w:r>
        <w:separator/>
      </w:r>
    </w:p>
  </w:endnote>
  <w:endnote w:type="continuationSeparator" w:id="0">
    <w:p w:rsidR="00B234B8" w:rsidRDefault="00B234B8" w:rsidP="00A54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4B8" w:rsidRDefault="00B234B8" w:rsidP="00A54109">
      <w:r>
        <w:separator/>
      </w:r>
    </w:p>
  </w:footnote>
  <w:footnote w:type="continuationSeparator" w:id="0">
    <w:p w:rsidR="00B234B8" w:rsidRDefault="00B234B8" w:rsidP="00A541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4109"/>
    <w:rsid w:val="00547AAC"/>
    <w:rsid w:val="00801BEE"/>
    <w:rsid w:val="008B5925"/>
    <w:rsid w:val="008F25E0"/>
    <w:rsid w:val="009F4481"/>
    <w:rsid w:val="00A54109"/>
    <w:rsid w:val="00B234B8"/>
    <w:rsid w:val="00BD3905"/>
    <w:rsid w:val="00CD782C"/>
    <w:rsid w:val="00F25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109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541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54109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A5410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54109"/>
    <w:rPr>
      <w:rFonts w:cs="Times New Roman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rsid w:val="00A54109"/>
    <w:pPr>
      <w:ind w:leftChars="2500" w:left="10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99"/>
    <w:locked/>
    <w:rsid w:val="00A54109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20</Words>
  <Characters>116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微软用户</cp:lastModifiedBy>
  <cp:revision>4</cp:revision>
  <dcterms:created xsi:type="dcterms:W3CDTF">2018-01-24T01:55:00Z</dcterms:created>
  <dcterms:modified xsi:type="dcterms:W3CDTF">2018-04-08T02:51:00Z</dcterms:modified>
</cp:coreProperties>
</file>